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B34CE9" w:rsidP="00A04040">
      <w:pPr>
        <w:pStyle w:val="Bulleted1"/>
        <w:numPr>
          <w:ilvl w:val="0"/>
          <w:numId w:val="0"/>
        </w:numPr>
      </w:pPr>
      <w:r w:rsidRPr="00B34CE9">
        <w:rPr>
          <w:lang w:val="nl-BE"/>
        </w:rPr>
        <w:t>Het geheel van aansluitstuk met eventuele overgangsstukken, circulatieleiding, en afstandshouder om een inwendige circulatieleiding te realiseren</w:t>
      </w:r>
      <w:r w:rsidR="00884814">
        <w:t xml:space="preserve"> op een verticaal leidingdeel.</w:t>
      </w:r>
    </w:p>
    <w:p w:rsidR="0021213C" w:rsidRDefault="0021213C" w:rsidP="00A04040">
      <w:pPr>
        <w:pStyle w:val="Bulleted1"/>
        <w:numPr>
          <w:ilvl w:val="0"/>
          <w:numId w:val="0"/>
        </w:numPr>
      </w:pPr>
    </w:p>
    <w:p w:rsidR="0021213C" w:rsidRDefault="0021213C"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B34CE9" w:rsidP="0069129C">
      <w:pPr>
        <w:pStyle w:val="Kop1"/>
        <w:numPr>
          <w:ilvl w:val="1"/>
          <w:numId w:val="18"/>
        </w:numPr>
        <w:spacing w:before="240"/>
        <w:rPr>
          <w:rFonts w:ascii="Arial" w:hAnsi="Arial"/>
          <w:b/>
          <w:u w:val="none"/>
        </w:rPr>
      </w:pPr>
      <w:r>
        <w:rPr>
          <w:rFonts w:ascii="Arial" w:hAnsi="Arial"/>
          <w:b/>
          <w:u w:val="none"/>
        </w:rPr>
        <w:t>Aansluitstuk</w:t>
      </w:r>
    </w:p>
    <w:p w:rsidR="00B34CE9" w:rsidRDefault="00B34CE9" w:rsidP="00B34CE9">
      <w:pPr>
        <w:pStyle w:val="Bulleted2"/>
        <w:numPr>
          <w:ilvl w:val="0"/>
          <w:numId w:val="0"/>
        </w:numPr>
      </w:pPr>
      <w:r>
        <w:t>Het aansluitstuk is vervaardigd uit brons met materiaalnr. CC499K.</w:t>
      </w:r>
    </w:p>
    <w:p w:rsidR="00B34CE9" w:rsidRDefault="00B34CE9" w:rsidP="00B34CE9">
      <w:pPr>
        <w:pStyle w:val="Bulleted2"/>
        <w:numPr>
          <w:ilvl w:val="0"/>
          <w:numId w:val="0"/>
        </w:numPr>
      </w:pPr>
    </w:p>
    <w:p w:rsidR="00886585" w:rsidRDefault="00B34CE9" w:rsidP="00B34CE9">
      <w:pPr>
        <w:pStyle w:val="Bulleted2"/>
        <w:numPr>
          <w:ilvl w:val="0"/>
          <w:numId w:val="0"/>
        </w:numPr>
      </w:pPr>
      <w:r>
        <w:t xml:space="preserve">Op het aansluitstuk worden de warm water </w:t>
      </w:r>
      <w:r w:rsidR="00884814">
        <w:t>stijg</w:t>
      </w:r>
      <w:r>
        <w:t>leiding, de warm water distributieleiding, de interne circulatieleiding en de leiding die het circulatiewater terugvoert aangesloten. Alle aansluitingen dienen te worden uitgevoerd met persverbindingen met M-perscontour</w:t>
      </w:r>
      <w:r w:rsidR="00886585">
        <w:t>.</w:t>
      </w:r>
    </w:p>
    <w:p w:rsidR="00E9519F" w:rsidRDefault="00E9519F" w:rsidP="00B34CE9">
      <w:pPr>
        <w:pStyle w:val="Bulleted2"/>
        <w:numPr>
          <w:ilvl w:val="0"/>
          <w:numId w:val="0"/>
        </w:numPr>
      </w:pPr>
    </w:p>
    <w:p w:rsidR="00E9519F" w:rsidRDefault="00E9519F" w:rsidP="00E9519F">
      <w:pPr>
        <w:pStyle w:val="Bulleted2"/>
        <w:numPr>
          <w:ilvl w:val="0"/>
          <w:numId w:val="0"/>
        </w:numPr>
      </w:pPr>
      <w:r>
        <w:t xml:space="preserve">De aansluiting voor het circulatiewater heeft diameter 15 mm.  </w:t>
      </w:r>
      <w:r w:rsidRPr="009B0A3F">
        <w:t xml:space="preserve">Hier </w:t>
      </w:r>
      <w:r w:rsidR="001639C9" w:rsidRPr="009B0A3F">
        <w:t>wordt</w:t>
      </w:r>
      <w:r w:rsidRPr="009B0A3F">
        <w:t xml:space="preserve"> een</w:t>
      </w:r>
      <w:r w:rsidR="00F13E93">
        <w:t xml:space="preserve"> overgangsstuk van </w:t>
      </w:r>
      <w:proofErr w:type="spellStart"/>
      <w:r w:rsidR="00F13E93">
        <w:t>Geberit</w:t>
      </w:r>
      <w:proofErr w:type="spellEnd"/>
      <w:r w:rsidR="00F13E93">
        <w:t xml:space="preserve"> </w:t>
      </w:r>
      <w:proofErr w:type="spellStart"/>
      <w:r w:rsidR="00F13E93">
        <w:t>Mapress</w:t>
      </w:r>
      <w:proofErr w:type="spellEnd"/>
      <w:r w:rsidR="00F13E93">
        <w:t xml:space="preserve"> diameter 15 mm naar </w:t>
      </w:r>
      <w:proofErr w:type="spellStart"/>
      <w:r w:rsidR="00F13E93">
        <w:t>Geberit</w:t>
      </w:r>
      <w:proofErr w:type="spellEnd"/>
      <w:r w:rsidR="00F13E93">
        <w:t xml:space="preserve"> </w:t>
      </w:r>
      <w:proofErr w:type="spellStart"/>
      <w:r w:rsidR="00F13E93">
        <w:t>Mepla</w:t>
      </w:r>
      <w:proofErr w:type="spellEnd"/>
      <w:r w:rsidR="00F13E93">
        <w:t xml:space="preserve"> diameter 16 mm</w:t>
      </w:r>
      <w:r w:rsidR="001639C9" w:rsidRPr="009B0A3F">
        <w:t xml:space="preserve"> </w:t>
      </w:r>
      <w:r w:rsidRPr="009B0A3F">
        <w:t>op aangesloten</w:t>
      </w:r>
      <w:r w:rsidR="009B0A3F">
        <w:t>.</w:t>
      </w:r>
    </w:p>
    <w:p w:rsidR="001639C9" w:rsidRDefault="001639C9" w:rsidP="00E9519F">
      <w:pPr>
        <w:pStyle w:val="Bulleted2"/>
        <w:numPr>
          <w:ilvl w:val="0"/>
          <w:numId w:val="0"/>
        </w:numPr>
      </w:pPr>
    </w:p>
    <w:p w:rsidR="00886585" w:rsidRDefault="001639C9" w:rsidP="001639C9">
      <w:pPr>
        <w:pStyle w:val="Bulleted2"/>
        <w:numPr>
          <w:ilvl w:val="0"/>
          <w:numId w:val="0"/>
        </w:numPr>
      </w:pPr>
      <w:r>
        <w:t xml:space="preserve">De aansluitingen van stijgleiding en distributieleiding </w:t>
      </w:r>
      <w:r w:rsidR="00481E81">
        <w:t>hebben een</w:t>
      </w:r>
      <w:r>
        <w:t xml:space="preserve"> </w:t>
      </w:r>
      <w:r w:rsidRPr="009B0A3F">
        <w:t xml:space="preserve">diameter </w:t>
      </w:r>
      <w:r w:rsidR="00F13E93" w:rsidRPr="00F13E93">
        <w:t>35 mm.</w:t>
      </w:r>
      <w:r w:rsidRPr="009B0A3F">
        <w:t xml:space="preserve">  Hier</w:t>
      </w:r>
      <w:r w:rsidR="00780401">
        <w:t>op</w:t>
      </w:r>
      <w:r w:rsidRPr="009B0A3F">
        <w:t xml:space="preserve"> </w:t>
      </w:r>
      <w:r w:rsidR="00780401">
        <w:t>worden</w:t>
      </w:r>
      <w:r w:rsidRPr="009B0A3F">
        <w:t xml:space="preserve"> </w:t>
      </w:r>
      <w:r w:rsidR="00F13E93">
        <w:t>overgangsstuk</w:t>
      </w:r>
      <w:r w:rsidR="00F13E93">
        <w:t>ken</w:t>
      </w:r>
      <w:r w:rsidR="00F13E93">
        <w:t xml:space="preserve"> van </w:t>
      </w:r>
      <w:proofErr w:type="spellStart"/>
      <w:r w:rsidR="00F13E93">
        <w:t>Geberit</w:t>
      </w:r>
      <w:proofErr w:type="spellEnd"/>
      <w:r w:rsidR="00F13E93">
        <w:t xml:space="preserve"> </w:t>
      </w:r>
      <w:proofErr w:type="spellStart"/>
      <w:r w:rsidR="00F13E93">
        <w:t>Mapress</w:t>
      </w:r>
      <w:proofErr w:type="spellEnd"/>
      <w:r w:rsidR="00F13E93">
        <w:t xml:space="preserve"> diameter </w:t>
      </w:r>
      <w:r w:rsidR="00F13E93">
        <w:t>3</w:t>
      </w:r>
      <w:r w:rsidR="00F13E93">
        <w:t xml:space="preserve">5 mm naar </w:t>
      </w:r>
      <w:proofErr w:type="spellStart"/>
      <w:r w:rsidR="00F13E93">
        <w:t>Geberit</w:t>
      </w:r>
      <w:proofErr w:type="spellEnd"/>
      <w:r w:rsidR="00F13E93">
        <w:t xml:space="preserve"> </w:t>
      </w:r>
      <w:proofErr w:type="spellStart"/>
      <w:r w:rsidR="00F13E93">
        <w:t>Mepla</w:t>
      </w:r>
      <w:proofErr w:type="spellEnd"/>
      <w:r w:rsidR="00F13E93">
        <w:t xml:space="preserve"> diameter </w:t>
      </w:r>
      <w:r w:rsidR="00F13E93">
        <w:t>40</w:t>
      </w:r>
      <w:r w:rsidR="00F13E93">
        <w:t xml:space="preserve"> mm</w:t>
      </w:r>
      <w:r w:rsidR="00F13E93" w:rsidRPr="009B0A3F">
        <w:t xml:space="preserve"> </w:t>
      </w:r>
      <w:r w:rsidRPr="009B0A3F">
        <w:t>aangeslote</w:t>
      </w:r>
      <w:r w:rsidR="009B0A3F">
        <w:t>n.</w:t>
      </w:r>
    </w:p>
    <w:p w:rsidR="009B0A3F" w:rsidRDefault="009B0A3F" w:rsidP="001639C9">
      <w:pPr>
        <w:pStyle w:val="Bulleted2"/>
        <w:numPr>
          <w:ilvl w:val="0"/>
          <w:numId w:val="0"/>
        </w:numPr>
      </w:pPr>
    </w:p>
    <w:p w:rsidR="00B34CE9" w:rsidRPr="00B34CE9" w:rsidRDefault="00B34CE9" w:rsidP="00B34CE9">
      <w:pPr>
        <w:pStyle w:val="Bulleted2"/>
        <w:numPr>
          <w:ilvl w:val="0"/>
          <w:numId w:val="0"/>
        </w:numPr>
        <w:rPr>
          <w:lang w:val="nl-BE"/>
        </w:rPr>
      </w:pPr>
      <w:r w:rsidRPr="00B34CE9">
        <w:rPr>
          <w:lang w:val="nl-BE"/>
        </w:rPr>
        <w:t>De aansluiting voor warm water toevoer en de aansluiting voor de terugvoer van het circulatiewater bevinden zich op dezelfde hoogte.</w:t>
      </w:r>
    </w:p>
    <w:p w:rsidR="00B34CE9" w:rsidRPr="00B34CE9" w:rsidRDefault="00B34CE9" w:rsidP="00B34CE9">
      <w:pPr>
        <w:pStyle w:val="Bulleted2"/>
        <w:numPr>
          <w:ilvl w:val="0"/>
          <w:numId w:val="0"/>
        </w:numPr>
        <w:rPr>
          <w:lang w:val="nl-BE"/>
        </w:rPr>
      </w:pPr>
      <w:r w:rsidRPr="00B34CE9">
        <w:rPr>
          <w:lang w:val="nl-BE"/>
        </w:rPr>
        <w:t>Het aansluitstuk is zo ontworpen dat het kan geledigd worden zonder dat er water achterblijft.</w:t>
      </w:r>
    </w:p>
    <w:p w:rsidR="00884814" w:rsidRPr="00E9519F" w:rsidRDefault="00B34CE9" w:rsidP="00B34CE9">
      <w:pPr>
        <w:pStyle w:val="Bulleted2"/>
        <w:numPr>
          <w:ilvl w:val="0"/>
          <w:numId w:val="0"/>
        </w:numPr>
        <w:rPr>
          <w:lang w:val="nl-BE"/>
        </w:rPr>
      </w:pPr>
      <w:r w:rsidRPr="00B34CE9">
        <w:rPr>
          <w:lang w:val="nl-BE"/>
        </w:rPr>
        <w:t>Het aansluitstuk heeft om hygiënische redenen geen zones met stilstaand water (dode ruimte</w:t>
      </w:r>
      <w:r>
        <w:rPr>
          <w:lang w:val="nl-BE"/>
        </w:rPr>
        <w:t>)</w:t>
      </w:r>
      <w:r w:rsidR="00685B7E">
        <w:rPr>
          <w:lang w:val="nl-BE"/>
        </w:rPr>
        <w:t>.</w:t>
      </w:r>
    </w:p>
    <w:p w:rsidR="008A5169" w:rsidRPr="00D06139" w:rsidRDefault="00E26EB9" w:rsidP="008A5169">
      <w:pPr>
        <w:pStyle w:val="Kop1"/>
        <w:numPr>
          <w:ilvl w:val="1"/>
          <w:numId w:val="18"/>
        </w:numPr>
        <w:spacing w:before="240"/>
        <w:rPr>
          <w:rFonts w:ascii="Arial" w:hAnsi="Arial"/>
          <w:b/>
          <w:u w:val="none"/>
        </w:rPr>
      </w:pPr>
      <w:r>
        <w:rPr>
          <w:rFonts w:ascii="Arial" w:hAnsi="Arial"/>
          <w:b/>
          <w:u w:val="none"/>
        </w:rPr>
        <w:t>Interne circulatieleiding</w:t>
      </w:r>
    </w:p>
    <w:p w:rsidR="00E26EB9" w:rsidRDefault="00E26EB9" w:rsidP="00E26EB9">
      <w:pPr>
        <w:pStyle w:val="Bulleted2"/>
        <w:numPr>
          <w:ilvl w:val="0"/>
          <w:numId w:val="0"/>
        </w:numPr>
      </w:pPr>
      <w:r>
        <w:t xml:space="preserve">De interne circulatieleiding bestaat uit </w:t>
      </w:r>
      <w:proofErr w:type="spellStart"/>
      <w:r>
        <w:t>vernet</w:t>
      </w:r>
      <w:proofErr w:type="spellEnd"/>
      <w:r>
        <w:t xml:space="preserve"> polyethyleen PE-</w:t>
      </w:r>
      <w:proofErr w:type="spellStart"/>
      <w:r>
        <w:t>Xc</w:t>
      </w:r>
      <w:proofErr w:type="spellEnd"/>
      <w:r>
        <w:t xml:space="preserve"> en heeft een buitendiameter van 14 mm en een wanddikte van 1,5 mm. Deze leiding wordt geleverd op rollen van 50 m en zit om hygiënische redenen verpakt in een kartonnen doos.</w:t>
      </w:r>
    </w:p>
    <w:p w:rsidR="00E26EB9" w:rsidRDefault="00E26EB9" w:rsidP="00E26EB9">
      <w:pPr>
        <w:pStyle w:val="Bulleted2"/>
        <w:numPr>
          <w:ilvl w:val="0"/>
          <w:numId w:val="0"/>
        </w:numPr>
        <w:ind w:hanging="360"/>
      </w:pPr>
    </w:p>
    <w:p w:rsidR="00340CCB" w:rsidRDefault="00E26EB9" w:rsidP="00E26EB9">
      <w:pPr>
        <w:pStyle w:val="Bulleted2"/>
        <w:numPr>
          <w:ilvl w:val="0"/>
          <w:numId w:val="0"/>
        </w:numPr>
      </w:pPr>
      <w:r>
        <w:t xml:space="preserve">De interne circulatieleiding wordt met behulp van een klemringverbinding aangesloten op het aansluitstuk. Door het indraaien van de doorn met behulp van een inbussleutel in de aflaatopening onderaan het aansluitstuk ontstaat een </w:t>
      </w:r>
      <w:proofErr w:type="spellStart"/>
      <w:r>
        <w:t>trekvaste</w:t>
      </w:r>
      <w:proofErr w:type="spellEnd"/>
      <w:r>
        <w:t xml:space="preserve"> verbinding tussen de interne circulatieleiding en het aansluitstuk. Door het uitdraaien kan de verbinding losgemaakt worden. Het circulatiewater kan eveneens op deze wijze afgelaten worden</w:t>
      </w:r>
      <w:r w:rsidR="008B6BB6">
        <w:t>.</w:t>
      </w: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Default="0021213C" w:rsidP="00E26EB9">
      <w:pPr>
        <w:pStyle w:val="Bulleted2"/>
        <w:numPr>
          <w:ilvl w:val="0"/>
          <w:numId w:val="0"/>
        </w:numPr>
      </w:pPr>
    </w:p>
    <w:p w:rsidR="0021213C" w:rsidRPr="00481E81" w:rsidRDefault="00E26EB9" w:rsidP="0021213C">
      <w:pPr>
        <w:pStyle w:val="Kop1"/>
        <w:numPr>
          <w:ilvl w:val="1"/>
          <w:numId w:val="18"/>
        </w:numPr>
        <w:spacing w:before="240"/>
        <w:ind w:left="0" w:firstLine="0"/>
        <w:rPr>
          <w:rFonts w:ascii="Arial" w:hAnsi="Arial"/>
          <w:b/>
          <w:u w:val="none"/>
        </w:rPr>
      </w:pPr>
      <w:r>
        <w:rPr>
          <w:rFonts w:ascii="Arial" w:hAnsi="Arial"/>
          <w:b/>
          <w:u w:val="none"/>
        </w:rPr>
        <w:t>Afstandshouder</w:t>
      </w:r>
    </w:p>
    <w:p w:rsidR="00E26EB9" w:rsidRPr="00E26EB9" w:rsidRDefault="00E26EB9" w:rsidP="00E26EB9">
      <w:pPr>
        <w:pStyle w:val="Bulleted2"/>
        <w:numPr>
          <w:ilvl w:val="0"/>
          <w:numId w:val="0"/>
        </w:numPr>
        <w:rPr>
          <w:lang w:val="nl-BE"/>
        </w:rPr>
      </w:pPr>
      <w:r w:rsidRPr="00E26EB9">
        <w:rPr>
          <w:lang w:val="nl-BE"/>
        </w:rPr>
        <w:t>De afstandshouder wordt voor of na het inschuiven van de interne circulatieleiding aangebracht afhankelijk van de wijze van plaatsing. De vorkvormige afstandshouder in kunststof wordt met een draaibeweging, zonder gereedschap, in het einde van de interne circulatieleiding vastgedraaid. Deze functioneert als geleider bij het inschuiven van de interne circulatieleiding in de distributieleiding.</w:t>
      </w:r>
    </w:p>
    <w:p w:rsidR="00E26EB9" w:rsidRPr="00E26EB9" w:rsidRDefault="00E26EB9" w:rsidP="00E26EB9">
      <w:pPr>
        <w:pStyle w:val="Bulleted2"/>
        <w:numPr>
          <w:ilvl w:val="0"/>
          <w:numId w:val="0"/>
        </w:numPr>
        <w:rPr>
          <w:lang w:val="nl-BE"/>
        </w:rPr>
      </w:pPr>
    </w:p>
    <w:p w:rsidR="005A598C" w:rsidRPr="005A598C" w:rsidRDefault="00E26EB9" w:rsidP="00E26EB9">
      <w:pPr>
        <w:pStyle w:val="Bulleted2"/>
        <w:numPr>
          <w:ilvl w:val="0"/>
          <w:numId w:val="0"/>
        </w:numPr>
      </w:pPr>
      <w:r w:rsidRPr="00E26EB9">
        <w:rPr>
          <w:lang w:val="nl-BE"/>
        </w:rPr>
        <w:t>Na het inschuiven van de interne circulatieleiding in de distributieleiding zorgt de afstandshouder ervoor dat de interne circulatieleiding gecentreerd blijft ten opzichte van de distributieleiding. De basis van de afstandshouder heeft 3 openingen waarlangs het circulatiewater vrij kan terugstromen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8B6BB6" w:rsidTr="005A598C">
        <w:tc>
          <w:tcPr>
            <w:tcW w:w="4701" w:type="dxa"/>
          </w:tcPr>
          <w:p w:rsidR="008B6BB6" w:rsidRDefault="005A598C" w:rsidP="008B6BB6">
            <w:pPr>
              <w:pStyle w:val="Bulleted2"/>
              <w:numPr>
                <w:ilvl w:val="0"/>
                <w:numId w:val="0"/>
              </w:numPr>
            </w:pPr>
            <w:r>
              <w:t>Levensduur</w:t>
            </w:r>
          </w:p>
        </w:tc>
        <w:tc>
          <w:tcPr>
            <w:tcW w:w="4702" w:type="dxa"/>
          </w:tcPr>
          <w:p w:rsidR="008B6BB6" w:rsidRDefault="005A598C" w:rsidP="008B6BB6">
            <w:pPr>
              <w:pStyle w:val="Bulleted2"/>
              <w:numPr>
                <w:ilvl w:val="0"/>
                <w:numId w:val="0"/>
              </w:numPr>
            </w:pPr>
            <w:r>
              <w:t>50 jaar</w:t>
            </w:r>
          </w:p>
        </w:tc>
      </w:tr>
      <w:tr w:rsidR="00FD410F" w:rsidTr="005A598C">
        <w:tc>
          <w:tcPr>
            <w:tcW w:w="4701" w:type="dxa"/>
          </w:tcPr>
          <w:p w:rsidR="00FD410F" w:rsidRDefault="005A598C" w:rsidP="008B6BB6">
            <w:pPr>
              <w:pStyle w:val="Bulleted2"/>
              <w:numPr>
                <w:ilvl w:val="0"/>
                <w:numId w:val="0"/>
              </w:numPr>
            </w:pPr>
            <w:r>
              <w:t xml:space="preserve">Maximale bedrijfsdruk </w:t>
            </w:r>
          </w:p>
        </w:tc>
        <w:tc>
          <w:tcPr>
            <w:tcW w:w="4702" w:type="dxa"/>
          </w:tcPr>
          <w:p w:rsidR="00FD410F" w:rsidRPr="00884814" w:rsidRDefault="00884814" w:rsidP="008B6BB6">
            <w:pPr>
              <w:pStyle w:val="Bulleted2"/>
              <w:numPr>
                <w:ilvl w:val="0"/>
                <w:numId w:val="0"/>
              </w:numPr>
            </w:pPr>
            <w:r w:rsidRPr="00884814">
              <w:t>10 bar</w:t>
            </w:r>
          </w:p>
        </w:tc>
      </w:tr>
      <w:tr w:rsidR="008B6BB6" w:rsidTr="005A598C">
        <w:tc>
          <w:tcPr>
            <w:tcW w:w="4701" w:type="dxa"/>
          </w:tcPr>
          <w:p w:rsidR="008B6BB6" w:rsidRPr="00BB26CC" w:rsidRDefault="008B6BB6" w:rsidP="008B6BB6">
            <w:pPr>
              <w:pStyle w:val="Bulleted2"/>
              <w:numPr>
                <w:ilvl w:val="0"/>
                <w:numId w:val="0"/>
              </w:numPr>
            </w:pPr>
            <w:r w:rsidRPr="00BB26CC">
              <w:t>Bedrijfstemperatuur</w:t>
            </w:r>
          </w:p>
        </w:tc>
        <w:tc>
          <w:tcPr>
            <w:tcW w:w="4702" w:type="dxa"/>
          </w:tcPr>
          <w:p w:rsidR="008B6BB6" w:rsidRPr="00BB26CC" w:rsidRDefault="00BB26CC" w:rsidP="008B6BB6">
            <w:pPr>
              <w:pStyle w:val="Bulleted2"/>
              <w:numPr>
                <w:ilvl w:val="0"/>
                <w:numId w:val="0"/>
              </w:numPr>
            </w:pPr>
            <w:r w:rsidRPr="00BB26CC">
              <w:t>0°C tot 70°C</w:t>
            </w:r>
          </w:p>
        </w:tc>
      </w:tr>
      <w:tr w:rsidR="008B6BB6" w:rsidTr="005A598C">
        <w:tc>
          <w:tcPr>
            <w:tcW w:w="4701" w:type="dxa"/>
          </w:tcPr>
          <w:p w:rsidR="008B6BB6" w:rsidRDefault="008B6BB6" w:rsidP="008B6BB6">
            <w:pPr>
              <w:pStyle w:val="Bulleted2"/>
              <w:numPr>
                <w:ilvl w:val="0"/>
                <w:numId w:val="0"/>
              </w:numPr>
            </w:pPr>
            <w:r>
              <w:t>Maximale piektemperatuur</w:t>
            </w:r>
          </w:p>
        </w:tc>
        <w:tc>
          <w:tcPr>
            <w:tcW w:w="4702" w:type="dxa"/>
          </w:tcPr>
          <w:p w:rsidR="008B6BB6" w:rsidRPr="00884814" w:rsidRDefault="00BB26CC" w:rsidP="008B6BB6">
            <w:pPr>
              <w:pStyle w:val="Bulleted2"/>
              <w:numPr>
                <w:ilvl w:val="0"/>
                <w:numId w:val="0"/>
              </w:numPr>
            </w:pPr>
            <w:r w:rsidRPr="00884814">
              <w:t>95°C gedurende</w:t>
            </w:r>
            <w:r w:rsidR="00884814" w:rsidRPr="00884814">
              <w:t xml:space="preserve"> maximaal 100 uur tijdens de levensduur</w:t>
            </w:r>
          </w:p>
        </w:tc>
      </w:tr>
    </w:tbl>
    <w:p w:rsidR="00FD410F" w:rsidRPr="00D06139" w:rsidRDefault="00FD410F" w:rsidP="00FD410F">
      <w:pPr>
        <w:pStyle w:val="Kop1"/>
        <w:spacing w:before="240"/>
        <w:rPr>
          <w:rFonts w:ascii="Arial" w:hAnsi="Arial"/>
          <w:b/>
        </w:rPr>
      </w:pPr>
      <w:r>
        <w:rPr>
          <w:rFonts w:ascii="Arial" w:hAnsi="Arial"/>
          <w:b/>
        </w:rPr>
        <w:t>Plaatsing</w:t>
      </w:r>
    </w:p>
    <w:p w:rsidR="00FD410F" w:rsidRPr="00FF20C8" w:rsidRDefault="00FD410F" w:rsidP="00FD410F">
      <w:pPr>
        <w:pStyle w:val="Bulleted2"/>
        <w:numPr>
          <w:ilvl w:val="0"/>
          <w:numId w:val="0"/>
        </w:numPr>
      </w:pPr>
      <w:r>
        <w:t>Volgens de richtlijnen van de fabrikant.</w:t>
      </w:r>
      <w:r w:rsidR="00884814">
        <w:t xml:space="preserve">  De aftakkingen </w:t>
      </w:r>
      <w:r w:rsidR="00A473C6">
        <w:t xml:space="preserve">op de stijgleiding met de interne circulatieleiding </w:t>
      </w:r>
      <w:r w:rsidR="008609F4">
        <w:t xml:space="preserve">hebben minimaal een </w:t>
      </w:r>
      <w:r w:rsidR="008609F4" w:rsidRPr="00F13E93">
        <w:t xml:space="preserve">diameter </w:t>
      </w:r>
      <w:r w:rsidR="00F13E93" w:rsidRPr="00F13E93">
        <w:t>32 mm.</w:t>
      </w:r>
    </w:p>
    <w:p w:rsidR="00FA115B" w:rsidRDefault="00FA115B" w:rsidP="0069129C">
      <w:pPr>
        <w:pStyle w:val="Bulleted2"/>
        <w:numPr>
          <w:ilvl w:val="0"/>
          <w:numId w:val="0"/>
        </w:numPr>
      </w:pPr>
    </w:p>
    <w:p w:rsidR="00FA115B" w:rsidRDefault="00FA115B" w:rsidP="0069129C">
      <w:pPr>
        <w:pStyle w:val="Bulleted2"/>
        <w:numPr>
          <w:ilvl w:val="0"/>
          <w:numId w:val="0"/>
        </w:numPr>
      </w:pPr>
    </w:p>
    <w:p w:rsidR="00FA115B" w:rsidRDefault="00FA115B"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bookmarkStart w:id="0" w:name="_GoBack"/>
      <w:bookmarkEnd w:id="0"/>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Default="009B0A3F" w:rsidP="00884814">
      <w:pPr>
        <w:pStyle w:val="Bulleted2"/>
        <w:numPr>
          <w:ilvl w:val="0"/>
          <w:numId w:val="0"/>
        </w:numPr>
      </w:pPr>
    </w:p>
    <w:p w:rsidR="009B0A3F" w:rsidRPr="00FF20C8" w:rsidRDefault="009B0A3F" w:rsidP="00884814">
      <w:pPr>
        <w:pStyle w:val="Bulleted2"/>
        <w:numPr>
          <w:ilvl w:val="0"/>
          <w:numId w:val="0"/>
        </w:numPr>
      </w:pPr>
    </w:p>
    <w:sectPr w:rsidR="009B0A3F"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E53" w:rsidRDefault="00404E53">
      <w:r>
        <w:separator/>
      </w:r>
    </w:p>
  </w:endnote>
  <w:endnote w:type="continuationSeparator" w:id="0">
    <w:p w:rsidR="00404E53" w:rsidRDefault="0040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65 Medium">
    <w:altName w:val="Arial"/>
    <w:panose1 w:val="00000000000000000000"/>
    <w:charset w:val="00"/>
    <w:family w:val="swiss"/>
    <w:notTrueType/>
    <w:pitch w:val="variable"/>
    <w:sig w:usb0="00000003" w:usb1="00000000" w:usb2="00000000" w:usb3="00000000" w:csb0="00000001"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E53" w:rsidRDefault="00404E53">
      <w:r>
        <w:separator/>
      </w:r>
    </w:p>
  </w:footnote>
  <w:footnote w:type="continuationSeparator" w:id="0">
    <w:p w:rsidR="00404E53" w:rsidRDefault="00404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B34CE9">
      <w:rPr>
        <w:rFonts w:ascii="Arial" w:hAnsi="Arial" w:cs="Arial"/>
        <w:b/>
      </w:rPr>
      <w:t>Inliner</w:t>
    </w:r>
    <w:proofErr w:type="spellEnd"/>
    <w:r w:rsidR="00F13E93">
      <w:rPr>
        <w:rFonts w:ascii="Arial" w:hAnsi="Arial" w:cs="Arial"/>
        <w:b/>
      </w:rPr>
      <w:t xml:space="preserve"> met </w:t>
    </w:r>
    <w:proofErr w:type="spellStart"/>
    <w:r w:rsidR="00F13E93">
      <w:rPr>
        <w:rFonts w:ascii="Arial" w:hAnsi="Arial" w:cs="Arial"/>
        <w:b/>
      </w:rPr>
      <w:t>Geberit</w:t>
    </w:r>
    <w:proofErr w:type="spellEnd"/>
    <w:r w:rsidR="00F13E93">
      <w:rPr>
        <w:rFonts w:ascii="Arial" w:hAnsi="Arial" w:cs="Arial"/>
        <w:b/>
      </w:rPr>
      <w:t xml:space="preserve"> </w:t>
    </w:r>
    <w:proofErr w:type="spellStart"/>
    <w:r w:rsidR="00F13E93">
      <w:rPr>
        <w:rFonts w:ascii="Arial" w:hAnsi="Arial" w:cs="Arial"/>
        <w:b/>
      </w:rPr>
      <w:t>Mepla</w:t>
    </w:r>
    <w:proofErr w:type="spellEnd"/>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50D71DA"/>
    <w:multiLevelType w:val="hybridMultilevel"/>
    <w:tmpl w:val="2E68B856"/>
    <w:lvl w:ilvl="0" w:tplc="B3C4FC00">
      <w:start w:val="10"/>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2"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2"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28"/>
  </w:num>
  <w:num w:numId="3">
    <w:abstractNumId w:val="4"/>
  </w:num>
  <w:num w:numId="4">
    <w:abstractNumId w:val="3"/>
  </w:num>
  <w:num w:numId="5">
    <w:abstractNumId w:val="16"/>
  </w:num>
  <w:num w:numId="6">
    <w:abstractNumId w:val="18"/>
  </w:num>
  <w:num w:numId="7">
    <w:abstractNumId w:val="7"/>
  </w:num>
  <w:num w:numId="8">
    <w:abstractNumId w:val="25"/>
  </w:num>
  <w:num w:numId="9">
    <w:abstractNumId w:val="31"/>
  </w:num>
  <w:num w:numId="10">
    <w:abstractNumId w:val="2"/>
  </w:num>
  <w:num w:numId="11">
    <w:abstractNumId w:val="15"/>
  </w:num>
  <w:num w:numId="12">
    <w:abstractNumId w:val="14"/>
  </w:num>
  <w:num w:numId="13">
    <w:abstractNumId w:val="30"/>
  </w:num>
  <w:num w:numId="14">
    <w:abstractNumId w:val="9"/>
  </w:num>
  <w:num w:numId="15">
    <w:abstractNumId w:val="0"/>
  </w:num>
  <w:num w:numId="16">
    <w:abstractNumId w:val="12"/>
  </w:num>
  <w:num w:numId="17">
    <w:abstractNumId w:val="6"/>
  </w:num>
  <w:num w:numId="18">
    <w:abstractNumId w:val="26"/>
  </w:num>
  <w:num w:numId="19">
    <w:abstractNumId w:val="27"/>
  </w:num>
  <w:num w:numId="20">
    <w:abstractNumId w:val="23"/>
  </w:num>
  <w:num w:numId="21">
    <w:abstractNumId w:val="22"/>
  </w:num>
  <w:num w:numId="22">
    <w:abstractNumId w:val="17"/>
  </w:num>
  <w:num w:numId="23">
    <w:abstractNumId w:val="29"/>
  </w:num>
  <w:num w:numId="24">
    <w:abstractNumId w:val="10"/>
  </w:num>
  <w:num w:numId="25">
    <w:abstractNumId w:val="11"/>
  </w:num>
  <w:num w:numId="26">
    <w:abstractNumId w:val="1"/>
  </w:num>
  <w:num w:numId="27">
    <w:abstractNumId w:val="19"/>
  </w:num>
  <w:num w:numId="28">
    <w:abstractNumId w:val="8"/>
  </w:num>
  <w:num w:numId="29">
    <w:abstractNumId w:val="24"/>
  </w:num>
  <w:num w:numId="30">
    <w:abstractNumId w:val="13"/>
  </w:num>
  <w:num w:numId="31">
    <w:abstractNumId w:val="20"/>
  </w:num>
  <w:num w:numId="32">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13173"/>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6342"/>
    <w:rsid w:val="001321CA"/>
    <w:rsid w:val="0013316F"/>
    <w:rsid w:val="00136819"/>
    <w:rsid w:val="00140C45"/>
    <w:rsid w:val="001477B0"/>
    <w:rsid w:val="00153C00"/>
    <w:rsid w:val="001639C9"/>
    <w:rsid w:val="001713AD"/>
    <w:rsid w:val="001749F1"/>
    <w:rsid w:val="00186A4B"/>
    <w:rsid w:val="001879EF"/>
    <w:rsid w:val="00193583"/>
    <w:rsid w:val="001A794D"/>
    <w:rsid w:val="001B72F7"/>
    <w:rsid w:val="001B76D0"/>
    <w:rsid w:val="001C3D0D"/>
    <w:rsid w:val="001C502F"/>
    <w:rsid w:val="001C5873"/>
    <w:rsid w:val="001C76B6"/>
    <w:rsid w:val="001D4A54"/>
    <w:rsid w:val="001D79B0"/>
    <w:rsid w:val="001F0B2D"/>
    <w:rsid w:val="001F3DE7"/>
    <w:rsid w:val="001F71C1"/>
    <w:rsid w:val="001F7C8E"/>
    <w:rsid w:val="00206862"/>
    <w:rsid w:val="0021213C"/>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4BAC"/>
    <w:rsid w:val="00305426"/>
    <w:rsid w:val="00310F74"/>
    <w:rsid w:val="00323382"/>
    <w:rsid w:val="003242F8"/>
    <w:rsid w:val="00327981"/>
    <w:rsid w:val="0033084B"/>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04E53"/>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1E81"/>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EE"/>
    <w:rsid w:val="00554BF5"/>
    <w:rsid w:val="00557F6C"/>
    <w:rsid w:val="00564C24"/>
    <w:rsid w:val="00567B63"/>
    <w:rsid w:val="00580A4E"/>
    <w:rsid w:val="00580E2C"/>
    <w:rsid w:val="00584014"/>
    <w:rsid w:val="00585783"/>
    <w:rsid w:val="00585883"/>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6790"/>
    <w:rsid w:val="0060242F"/>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30B29"/>
    <w:rsid w:val="00735DE7"/>
    <w:rsid w:val="00756D47"/>
    <w:rsid w:val="00763281"/>
    <w:rsid w:val="007653FE"/>
    <w:rsid w:val="00765916"/>
    <w:rsid w:val="00766F1D"/>
    <w:rsid w:val="00767500"/>
    <w:rsid w:val="00767AB8"/>
    <w:rsid w:val="00771E82"/>
    <w:rsid w:val="00777F6E"/>
    <w:rsid w:val="00780401"/>
    <w:rsid w:val="00782661"/>
    <w:rsid w:val="00785436"/>
    <w:rsid w:val="00791D28"/>
    <w:rsid w:val="00793B02"/>
    <w:rsid w:val="00797007"/>
    <w:rsid w:val="007A2D3C"/>
    <w:rsid w:val="007A3630"/>
    <w:rsid w:val="007A4785"/>
    <w:rsid w:val="007A6482"/>
    <w:rsid w:val="007A6E5C"/>
    <w:rsid w:val="007A737D"/>
    <w:rsid w:val="007B39A5"/>
    <w:rsid w:val="007C2A7D"/>
    <w:rsid w:val="007C4DDA"/>
    <w:rsid w:val="007C60B3"/>
    <w:rsid w:val="007C7FFA"/>
    <w:rsid w:val="007D3795"/>
    <w:rsid w:val="007E03CF"/>
    <w:rsid w:val="007E0CBA"/>
    <w:rsid w:val="007E6348"/>
    <w:rsid w:val="007F3B65"/>
    <w:rsid w:val="007F3DB7"/>
    <w:rsid w:val="008053D0"/>
    <w:rsid w:val="00806D52"/>
    <w:rsid w:val="0081484D"/>
    <w:rsid w:val="00817C01"/>
    <w:rsid w:val="00823E62"/>
    <w:rsid w:val="00823FF8"/>
    <w:rsid w:val="00832A37"/>
    <w:rsid w:val="0084256E"/>
    <w:rsid w:val="00842AED"/>
    <w:rsid w:val="00844AC2"/>
    <w:rsid w:val="00860028"/>
    <w:rsid w:val="008609F4"/>
    <w:rsid w:val="00861264"/>
    <w:rsid w:val="00866932"/>
    <w:rsid w:val="00875129"/>
    <w:rsid w:val="00882212"/>
    <w:rsid w:val="008838BE"/>
    <w:rsid w:val="00884814"/>
    <w:rsid w:val="00886585"/>
    <w:rsid w:val="0089797D"/>
    <w:rsid w:val="008A4182"/>
    <w:rsid w:val="008A4C19"/>
    <w:rsid w:val="008A5169"/>
    <w:rsid w:val="008A666A"/>
    <w:rsid w:val="008B2655"/>
    <w:rsid w:val="008B4545"/>
    <w:rsid w:val="008B4F72"/>
    <w:rsid w:val="008B5A11"/>
    <w:rsid w:val="008B6BB6"/>
    <w:rsid w:val="008E1C62"/>
    <w:rsid w:val="008F0D14"/>
    <w:rsid w:val="008F348A"/>
    <w:rsid w:val="009022A5"/>
    <w:rsid w:val="0090283D"/>
    <w:rsid w:val="0090294B"/>
    <w:rsid w:val="00904684"/>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0A3F"/>
    <w:rsid w:val="009B2D45"/>
    <w:rsid w:val="009B3DB4"/>
    <w:rsid w:val="009C090D"/>
    <w:rsid w:val="009D193F"/>
    <w:rsid w:val="009D59B3"/>
    <w:rsid w:val="009E1CF1"/>
    <w:rsid w:val="009E3716"/>
    <w:rsid w:val="009E52FC"/>
    <w:rsid w:val="009E6743"/>
    <w:rsid w:val="009F0F4E"/>
    <w:rsid w:val="009F3A2E"/>
    <w:rsid w:val="009F74ED"/>
    <w:rsid w:val="009F7E5C"/>
    <w:rsid w:val="00A04040"/>
    <w:rsid w:val="00A20762"/>
    <w:rsid w:val="00A2142F"/>
    <w:rsid w:val="00A43303"/>
    <w:rsid w:val="00A44868"/>
    <w:rsid w:val="00A45E60"/>
    <w:rsid w:val="00A473C6"/>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4CE9"/>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26CC"/>
    <w:rsid w:val="00BB5D16"/>
    <w:rsid w:val="00BC022E"/>
    <w:rsid w:val="00BC05F8"/>
    <w:rsid w:val="00BC2DA3"/>
    <w:rsid w:val="00BC4714"/>
    <w:rsid w:val="00BC4952"/>
    <w:rsid w:val="00BC68FC"/>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3D28"/>
    <w:rsid w:val="00C345FE"/>
    <w:rsid w:val="00C40CF8"/>
    <w:rsid w:val="00C476F4"/>
    <w:rsid w:val="00C54A37"/>
    <w:rsid w:val="00C55B55"/>
    <w:rsid w:val="00C57DB5"/>
    <w:rsid w:val="00C614F6"/>
    <w:rsid w:val="00C61C53"/>
    <w:rsid w:val="00C64103"/>
    <w:rsid w:val="00C64DB4"/>
    <w:rsid w:val="00C705EB"/>
    <w:rsid w:val="00C73D1A"/>
    <w:rsid w:val="00C74455"/>
    <w:rsid w:val="00C77A09"/>
    <w:rsid w:val="00C83232"/>
    <w:rsid w:val="00C870E2"/>
    <w:rsid w:val="00C91270"/>
    <w:rsid w:val="00C92AB4"/>
    <w:rsid w:val="00C93193"/>
    <w:rsid w:val="00C9421E"/>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14830"/>
    <w:rsid w:val="00D20CB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039"/>
    <w:rsid w:val="00DC410C"/>
    <w:rsid w:val="00DD45C4"/>
    <w:rsid w:val="00DE02C6"/>
    <w:rsid w:val="00DE1B1C"/>
    <w:rsid w:val="00DE7A78"/>
    <w:rsid w:val="00DF55D5"/>
    <w:rsid w:val="00DF60BB"/>
    <w:rsid w:val="00DF6CEF"/>
    <w:rsid w:val="00E17208"/>
    <w:rsid w:val="00E177F1"/>
    <w:rsid w:val="00E217BD"/>
    <w:rsid w:val="00E24676"/>
    <w:rsid w:val="00E26EB9"/>
    <w:rsid w:val="00E44F6B"/>
    <w:rsid w:val="00E4622F"/>
    <w:rsid w:val="00E466A4"/>
    <w:rsid w:val="00E46B83"/>
    <w:rsid w:val="00E5046E"/>
    <w:rsid w:val="00E54063"/>
    <w:rsid w:val="00E56065"/>
    <w:rsid w:val="00E56D4B"/>
    <w:rsid w:val="00E6157A"/>
    <w:rsid w:val="00E62606"/>
    <w:rsid w:val="00E70EF3"/>
    <w:rsid w:val="00E750E2"/>
    <w:rsid w:val="00E779A4"/>
    <w:rsid w:val="00E82DC1"/>
    <w:rsid w:val="00E9352E"/>
    <w:rsid w:val="00E939EB"/>
    <w:rsid w:val="00E9519F"/>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3E93"/>
    <w:rsid w:val="00F16335"/>
    <w:rsid w:val="00F16CDF"/>
    <w:rsid w:val="00F17EF3"/>
    <w:rsid w:val="00F21F99"/>
    <w:rsid w:val="00F25FD1"/>
    <w:rsid w:val="00F34126"/>
    <w:rsid w:val="00F360A2"/>
    <w:rsid w:val="00F4227F"/>
    <w:rsid w:val="00F43D1B"/>
    <w:rsid w:val="00F4490A"/>
    <w:rsid w:val="00F45315"/>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0E4A"/>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41937F"/>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1C7E073A-A4F1-4376-8BD6-FED9B1A79DFE}"/>
</file>

<file path=customXml/itemProps2.xml><?xml version="1.0" encoding="utf-8"?>
<ds:datastoreItem xmlns:ds="http://schemas.openxmlformats.org/officeDocument/2006/customXml" ds:itemID="{F07C0C76-1657-4795-B4ED-6E3C267DD14F}"/>
</file>

<file path=customXml/itemProps3.xml><?xml version="1.0" encoding="utf-8"?>
<ds:datastoreItem xmlns:ds="http://schemas.openxmlformats.org/officeDocument/2006/customXml" ds:itemID="{47FE32B8-C42F-4C21-97D3-7E0E31BEB984}"/>
</file>

<file path=docProps/app.xml><?xml version="1.0" encoding="utf-8"?>
<Properties xmlns="http://schemas.openxmlformats.org/officeDocument/2006/extended-properties" xmlns:vt="http://schemas.openxmlformats.org/officeDocument/2006/docPropsVTypes">
  <Template>LASTB</Template>
  <TotalTime>5</TotalTime>
  <Pages>2</Pages>
  <Words>476</Words>
  <Characters>2619</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3</cp:revision>
  <cp:lastPrinted>2011-12-15T11:14:00Z</cp:lastPrinted>
  <dcterms:created xsi:type="dcterms:W3CDTF">2020-04-02T09:52:00Z</dcterms:created>
  <dcterms:modified xsi:type="dcterms:W3CDTF">2020-04-02T09:57:00Z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